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09" w:rsidRPr="002C4C09" w:rsidRDefault="003218F9" w:rsidP="002C4C09">
      <w:pPr>
        <w:ind w:firstLine="709"/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2729865</wp:posOffset>
            </wp:positionH>
            <wp:positionV relativeFrom="page">
              <wp:posOffset>286385</wp:posOffset>
            </wp:positionV>
            <wp:extent cx="470535" cy="590550"/>
            <wp:effectExtent l="0" t="0" r="571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C09" w:rsidRPr="002C4C09">
        <w:rPr>
          <w:rFonts w:cs="Arial"/>
        </w:rPr>
        <w:t>АДМИНИСТРАЦИЯ</w:t>
      </w:r>
    </w:p>
    <w:p w:rsidR="002C4C09" w:rsidRPr="002C4C09" w:rsidRDefault="002C4C09" w:rsidP="002C4C09">
      <w:pPr>
        <w:ind w:firstLine="709"/>
        <w:jc w:val="center"/>
        <w:rPr>
          <w:rFonts w:cs="Arial"/>
        </w:rPr>
      </w:pPr>
      <w:r w:rsidRPr="002C4C09">
        <w:rPr>
          <w:rFonts w:cs="Arial"/>
        </w:rPr>
        <w:t>ПОДГОРЕНСКОГО МУНИЦИПАЛЬНОГО РАЙОНА</w:t>
      </w:r>
    </w:p>
    <w:p w:rsidR="002C4C09" w:rsidRPr="002C4C09" w:rsidRDefault="002C4C09" w:rsidP="002C4C09">
      <w:pPr>
        <w:ind w:firstLine="709"/>
        <w:jc w:val="center"/>
        <w:rPr>
          <w:rFonts w:cs="Arial"/>
        </w:rPr>
      </w:pPr>
      <w:r w:rsidRPr="002C4C09">
        <w:rPr>
          <w:rFonts w:cs="Arial"/>
        </w:rPr>
        <w:t>ВОРОНЕЖСКОЙ ОБЛАСТИ</w:t>
      </w:r>
    </w:p>
    <w:p w:rsidR="002C4C09" w:rsidRPr="002C4C09" w:rsidRDefault="002C4C09" w:rsidP="002C4C09">
      <w:pPr>
        <w:ind w:firstLine="709"/>
        <w:jc w:val="center"/>
        <w:rPr>
          <w:rFonts w:cs="Arial"/>
        </w:rPr>
      </w:pPr>
    </w:p>
    <w:p w:rsidR="002C4C09" w:rsidRPr="002C4C09" w:rsidRDefault="002C4C09" w:rsidP="002C4C09">
      <w:pPr>
        <w:ind w:firstLine="709"/>
        <w:jc w:val="center"/>
        <w:rPr>
          <w:rFonts w:cs="Arial"/>
        </w:rPr>
      </w:pPr>
      <w:r w:rsidRPr="002C4C09">
        <w:rPr>
          <w:rFonts w:cs="Arial"/>
        </w:rPr>
        <w:t>ПОСТАНОВЛЕНИЕ</w:t>
      </w:r>
    </w:p>
    <w:p w:rsidR="002C4C09" w:rsidRPr="002C4C09" w:rsidRDefault="002C4C09" w:rsidP="002C4C09">
      <w:pPr>
        <w:ind w:firstLine="709"/>
        <w:rPr>
          <w:rFonts w:cs="Arial"/>
        </w:rPr>
      </w:pPr>
    </w:p>
    <w:p w:rsidR="00116719" w:rsidRPr="00116719" w:rsidRDefault="00116719" w:rsidP="002C4C09">
      <w:pPr>
        <w:ind w:firstLine="709"/>
        <w:rPr>
          <w:rFonts w:cs="Arial"/>
        </w:rPr>
      </w:pPr>
      <w:r>
        <w:rPr>
          <w:rFonts w:cs="Arial"/>
          <w:u w:val="single"/>
        </w:rPr>
        <w:t>о</w:t>
      </w:r>
      <w:r w:rsidR="002C4C09" w:rsidRPr="002C4C09">
        <w:rPr>
          <w:rFonts w:cs="Arial"/>
          <w:u w:val="single"/>
        </w:rPr>
        <w:t>т</w:t>
      </w:r>
      <w:r>
        <w:rPr>
          <w:rFonts w:cs="Arial"/>
          <w:u w:val="single"/>
          <w:lang w:val="en-US"/>
        </w:rPr>
        <w:t xml:space="preserve"> </w:t>
      </w:r>
      <w:r w:rsidR="002C4C09" w:rsidRPr="002C4C09">
        <w:rPr>
          <w:rFonts w:cs="Arial"/>
          <w:u w:val="single"/>
        </w:rPr>
        <w:t>09 декабря2024 года №</w:t>
      </w:r>
      <w:r w:rsidR="002C4C09" w:rsidRPr="002C4C09">
        <w:rPr>
          <w:rFonts w:cs="Arial"/>
        </w:rPr>
        <w:t>1471</w:t>
      </w:r>
    </w:p>
    <w:p w:rsidR="002C4C09" w:rsidRPr="002C4C09" w:rsidRDefault="002C4C09" w:rsidP="002C4C09">
      <w:pPr>
        <w:ind w:firstLine="709"/>
        <w:rPr>
          <w:rFonts w:cs="Arial"/>
        </w:rPr>
      </w:pPr>
      <w:r w:rsidRPr="002C4C09">
        <w:rPr>
          <w:rFonts w:cs="Arial"/>
        </w:rPr>
        <w:t>пгт. Подгоренский</w:t>
      </w:r>
    </w:p>
    <w:p w:rsidR="002C4C09" w:rsidRPr="002C4C09" w:rsidRDefault="002C4C09" w:rsidP="002C4C09">
      <w:pPr>
        <w:ind w:firstLine="709"/>
        <w:rPr>
          <w:rFonts w:eastAsia="Calibri" w:cs="Arial"/>
          <w:lang w:eastAsia="ar-SA"/>
        </w:rPr>
      </w:pP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 xml:space="preserve">О внесении изменений в постановление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 xml:space="preserve">администрации Подгоренского муниципального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 xml:space="preserve">района Воронежской области от 26 августа 2024 г.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>№ 746 «Об утверждении административного</w:t>
      </w:r>
      <w:r w:rsidRPr="002C4C09">
        <w:rPr>
          <w:rFonts w:cs="Arial"/>
          <w:b/>
          <w:kern w:val="28"/>
          <w:sz w:val="32"/>
          <w:szCs w:val="32"/>
        </w:rPr>
        <w:t xml:space="preserve">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>регламента по предоставлению муниципальной</w:t>
      </w:r>
      <w:r w:rsidRPr="002C4C09">
        <w:rPr>
          <w:rFonts w:cs="Arial"/>
          <w:b/>
          <w:kern w:val="28"/>
          <w:sz w:val="32"/>
          <w:szCs w:val="32"/>
        </w:rPr>
        <w:t xml:space="preserve">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 xml:space="preserve">услуги «Предоставление в собственность, аренду,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 xml:space="preserve">постоянное (бессрочное) пользование, безвозмездное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>пользование земельного участка,</w:t>
      </w:r>
      <w:r w:rsidRPr="002C4C09">
        <w:rPr>
          <w:rFonts w:cs="Arial"/>
          <w:b/>
          <w:kern w:val="28"/>
          <w:sz w:val="32"/>
          <w:szCs w:val="32"/>
        </w:rPr>
        <w:t xml:space="preserve"> </w:t>
      </w:r>
      <w:r w:rsidRPr="002C4C09">
        <w:rPr>
          <w:rFonts w:cs="Arial"/>
          <w:b/>
          <w:bCs/>
          <w:kern w:val="28"/>
          <w:sz w:val="32"/>
          <w:szCs w:val="32"/>
        </w:rPr>
        <w:t xml:space="preserve">находящегося в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 xml:space="preserve">муниципальной собственности без проведения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 xml:space="preserve">торгов» на территории Подгоренского городского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 xml:space="preserve">поселения Подгоренского муниципального района </w:t>
      </w:r>
    </w:p>
    <w:p w:rsidR="002C4C09" w:rsidRPr="002C4C09" w:rsidRDefault="002C4C09" w:rsidP="00116719">
      <w:pPr>
        <w:ind w:firstLine="709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2C4C09">
        <w:rPr>
          <w:rFonts w:cs="Arial"/>
          <w:b/>
          <w:bCs/>
          <w:kern w:val="28"/>
          <w:sz w:val="32"/>
          <w:szCs w:val="32"/>
        </w:rPr>
        <w:t>Воронежской области»</w:t>
      </w:r>
    </w:p>
    <w:p w:rsidR="002C4C09" w:rsidRPr="002C4C09" w:rsidRDefault="002C4C09" w:rsidP="002C4C09">
      <w:pPr>
        <w:tabs>
          <w:tab w:val="left" w:pos="5103"/>
        </w:tabs>
        <w:ind w:firstLine="709"/>
        <w:rPr>
          <w:rFonts w:eastAsia="Calibri" w:cs="Arial"/>
          <w:lang w:eastAsia="ar-SA"/>
        </w:rPr>
      </w:pPr>
    </w:p>
    <w:p w:rsidR="002C4C09" w:rsidRPr="002C4C09" w:rsidRDefault="002C4C09" w:rsidP="002C4C09">
      <w:pPr>
        <w:tabs>
          <w:tab w:val="left" w:pos="5103"/>
        </w:tabs>
        <w:ind w:firstLine="709"/>
        <w:rPr>
          <w:rFonts w:eastAsia="Calibri" w:cs="Arial"/>
          <w:lang w:eastAsia="ar-SA"/>
        </w:rPr>
      </w:pPr>
    </w:p>
    <w:p w:rsidR="002C4C09" w:rsidRPr="002C4C09" w:rsidRDefault="002C4C09" w:rsidP="002C4C09">
      <w:pPr>
        <w:ind w:firstLine="709"/>
        <w:rPr>
          <w:rFonts w:cs="Arial"/>
        </w:rPr>
      </w:pPr>
      <w:r w:rsidRPr="002C4C09">
        <w:rPr>
          <w:rFonts w:eastAsia="Calibri" w:cs="Arial"/>
        </w:rPr>
        <w:t xml:space="preserve">В соответствии с Федеральными законами от 06.10.2003 № 131-ФЗ«Об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2C4C09">
        <w:rPr>
          <w:rFonts w:eastAsia="Calibri" w:cs="Arial"/>
          <w:lang w:eastAsia="en-US"/>
        </w:rPr>
        <w:t>от 30.12.2020 № 509-ФЗ«О внесении изменений в отдельные законодательные акты Российской Федерации» и постановлением Правительства РФ от 20.07.2021 № 1228«Об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r w:rsidR="00D94219">
        <w:rPr>
          <w:rFonts w:eastAsia="Calibri" w:cs="Arial"/>
          <w:lang w:eastAsia="en-US"/>
        </w:rPr>
        <w:t xml:space="preserve"> </w:t>
      </w:r>
      <w:r w:rsidRPr="002C4C09">
        <w:rPr>
          <w:rFonts w:eastAsia="Calibri" w:cs="Arial"/>
          <w:lang w:eastAsia="en-US"/>
        </w:rPr>
        <w:t xml:space="preserve">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2C4C09">
        <w:rPr>
          <w:rFonts w:eastAsia="Calibri" w:cs="Arial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Pr="002C4C09">
        <w:rPr>
          <w:rFonts w:eastAsia="Calibri" w:cs="Arial"/>
          <w:lang w:eastAsia="en-US"/>
        </w:rPr>
        <w:t xml:space="preserve">Уставом Подгоренского городского поселения Подгоренского муниципального района Воронежской области, </w:t>
      </w:r>
      <w:r w:rsidRPr="002C4C09">
        <w:rPr>
          <w:rFonts w:cs="Arial"/>
        </w:rPr>
        <w:t>учитывая письмо министерства по развитию муниципальных образований от 19.11.2024 г. № 53-11/817 «О внесении изменений в муниципальные правовые акты»</w:t>
      </w:r>
      <w:r w:rsidRPr="002C4C09">
        <w:rPr>
          <w:rFonts w:eastAsia="Calibri" w:cs="Arial"/>
        </w:rPr>
        <w:t xml:space="preserve">, </w:t>
      </w:r>
      <w:r w:rsidRPr="002C4C09">
        <w:rPr>
          <w:rFonts w:cs="Arial"/>
        </w:rPr>
        <w:t xml:space="preserve">администрация Подгоренского муниципального района Воронежской области </w:t>
      </w:r>
      <w:r w:rsidRPr="002C4C09">
        <w:rPr>
          <w:rFonts w:cs="Arial"/>
          <w:bCs/>
          <w:spacing w:val="70"/>
        </w:rPr>
        <w:t>постановляет:</w:t>
      </w:r>
    </w:p>
    <w:p w:rsidR="002C4C09" w:rsidRPr="002C4C09" w:rsidRDefault="002C4C09" w:rsidP="002C4C09">
      <w:pPr>
        <w:ind w:firstLine="709"/>
        <w:outlineLvl w:val="0"/>
        <w:rPr>
          <w:rFonts w:cs="Arial"/>
          <w:bCs/>
          <w:kern w:val="28"/>
        </w:rPr>
      </w:pPr>
      <w:r w:rsidRPr="002C4C09">
        <w:rPr>
          <w:rFonts w:cs="Arial"/>
          <w:bCs/>
          <w:kern w:val="28"/>
        </w:rPr>
        <w:t>1. Внести в административный регламент по предоставлению</w:t>
      </w:r>
      <w:r w:rsidR="00116719">
        <w:rPr>
          <w:rFonts w:cs="Arial"/>
          <w:bCs/>
          <w:kern w:val="28"/>
        </w:rPr>
        <w:t xml:space="preserve"> </w:t>
      </w:r>
      <w:r w:rsidRPr="002C4C09">
        <w:rPr>
          <w:rFonts w:cs="Arial"/>
          <w:bCs/>
          <w:kern w:val="28"/>
        </w:rPr>
        <w:t>муниципальной услуги «Предоставление в собственность, аренду, постоянное (бессрочное) пользование, безвозмездное пользование земельного участка,</w:t>
      </w:r>
      <w:r w:rsidRPr="002C4C09">
        <w:rPr>
          <w:rFonts w:cs="Arial"/>
          <w:kern w:val="28"/>
        </w:rPr>
        <w:t xml:space="preserve"> </w:t>
      </w:r>
      <w:r w:rsidRPr="002C4C09">
        <w:rPr>
          <w:rFonts w:cs="Arial"/>
          <w:bCs/>
          <w:kern w:val="28"/>
        </w:rPr>
        <w:t xml:space="preserve">находящегося в муниципальной собственности без проведения торгов» на территории Подгоренского городского поселения Подгоренского муниципального района Воронежской области», утвержденный постановлением администрации Подгоренского муниципального района Воронежской области от 26 августа 2024 г. № 746 (далее – </w:t>
      </w:r>
      <w:r w:rsidRPr="002C4C09">
        <w:rPr>
          <w:rFonts w:cs="Arial"/>
          <w:bCs/>
          <w:kern w:val="28"/>
        </w:rPr>
        <w:lastRenderedPageBreak/>
        <w:t>административный регламент), изменения, дополнив раздел 7 административного регламента «</w:t>
      </w:r>
      <w:r w:rsidRPr="002C4C09">
        <w:rPr>
          <w:rFonts w:cs="Arial"/>
          <w:bCs/>
          <w:iCs/>
          <w:spacing w:val="1"/>
          <w:kern w:val="28"/>
          <w:lang w:eastAsia="en-US"/>
        </w:rPr>
        <w:t>Срок предоставления Муниципальной услуги</w:t>
      </w:r>
      <w:r w:rsidRPr="002C4C09">
        <w:rPr>
          <w:rFonts w:cs="Arial"/>
          <w:bCs/>
          <w:kern w:val="28"/>
        </w:rPr>
        <w:t>»</w:t>
      </w:r>
      <w:r w:rsidR="00116719">
        <w:rPr>
          <w:rFonts w:cs="Arial"/>
          <w:bCs/>
          <w:kern w:val="28"/>
        </w:rPr>
        <w:t xml:space="preserve"> </w:t>
      </w:r>
      <w:r w:rsidRPr="002C4C09">
        <w:rPr>
          <w:rFonts w:cs="Arial"/>
          <w:bCs/>
          <w:kern w:val="28"/>
        </w:rPr>
        <w:t>пунктом 7.1.2. следующего содержания:</w:t>
      </w:r>
    </w:p>
    <w:p w:rsidR="002C4C09" w:rsidRPr="002C4C09" w:rsidRDefault="002C4C09" w:rsidP="002C4C09">
      <w:pPr>
        <w:tabs>
          <w:tab w:val="left" w:pos="0"/>
        </w:tabs>
        <w:autoSpaceDE w:val="0"/>
        <w:autoSpaceDN w:val="0"/>
        <w:adjustRightInd w:val="0"/>
        <w:ind w:firstLine="709"/>
        <w:rPr>
          <w:rFonts w:cs="Arial"/>
        </w:rPr>
      </w:pPr>
      <w:r w:rsidRPr="002C4C09">
        <w:rPr>
          <w:rFonts w:cs="Arial"/>
        </w:rPr>
        <w:t>«7.1.2. В случае обращения ответственной организации, признанной таковой в соответствии с Законом Воронежской области от 21.10.2024 № 112-ОЗ«О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 части принятия решения о проведении аукциона, получения информации</w:t>
      </w:r>
      <w:r w:rsidR="00116719">
        <w:rPr>
          <w:rFonts w:cs="Arial"/>
        </w:rPr>
        <w:t xml:space="preserve"> </w:t>
      </w:r>
      <w:r w:rsidRPr="002C4C09">
        <w:rPr>
          <w:rFonts w:cs="Arial"/>
        </w:rPr>
        <w:t xml:space="preserve">о возможности технологического присоединения объекта капитального строительства к инженерным сетям, определения рыночной стоимости), а также выдачи (направления) результатов Муниципальной услуги составляет 45 (сорок пять) рабочих дней со дня получения документов Администрацией, при соблюдении сроков, установленных статьей 39.11 Земельного кодекса РФ. </w:t>
      </w:r>
    </w:p>
    <w:p w:rsidR="002C4C09" w:rsidRPr="002C4C09" w:rsidRDefault="002C4C09" w:rsidP="002C4C09">
      <w:pPr>
        <w:tabs>
          <w:tab w:val="left" w:pos="0"/>
        </w:tabs>
        <w:autoSpaceDE w:val="0"/>
        <w:autoSpaceDN w:val="0"/>
        <w:adjustRightInd w:val="0"/>
        <w:ind w:firstLine="709"/>
        <w:rPr>
          <w:rFonts w:cs="Arial"/>
        </w:rPr>
      </w:pPr>
      <w:r w:rsidRPr="002C4C09">
        <w:rPr>
          <w:rFonts w:cs="Arial"/>
        </w:rPr>
        <w:t xml:space="preserve">В указанном случае подготовка проекта договора аренды по результатам торгов и направление его на подписание осуществляется в течение 5 рабочих дней, но не ранее 10 дней со дня размещения информации о результатах аукциона. Заключение договора допускается не ранее чем через 10 дней со дня размещения информации о результатах аукциона на официальном сайте. </w:t>
      </w:r>
    </w:p>
    <w:p w:rsidR="002C4C09" w:rsidRPr="002C4C09" w:rsidRDefault="002C4C09" w:rsidP="002C4C09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2C4C09">
        <w:rPr>
          <w:rFonts w:cs="Arial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услугой.».</w:t>
      </w:r>
    </w:p>
    <w:p w:rsidR="002C4C09" w:rsidRPr="002C4C09" w:rsidRDefault="002C4C09" w:rsidP="002C4C09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2C4C09">
        <w:rPr>
          <w:rFonts w:cs="Arial"/>
          <w:bCs/>
        </w:rPr>
        <w:t xml:space="preserve">2. </w:t>
      </w:r>
      <w:r w:rsidRPr="002C4C09">
        <w:rPr>
          <w:rFonts w:cs="Arial"/>
        </w:rPr>
        <w:t>Настоящее постановление вступает в силу со дня его официального опубликования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 и размещения на официальном сайте администрации Подгоренского муниципального района Воронежской области</w:t>
      </w:r>
      <w:r w:rsidR="00116719">
        <w:rPr>
          <w:rFonts w:cs="Arial"/>
        </w:rPr>
        <w:t xml:space="preserve"> </w:t>
      </w:r>
      <w:r w:rsidRPr="002C4C09">
        <w:rPr>
          <w:rFonts w:cs="Arial"/>
        </w:rPr>
        <w:t>в сети «Интернет».</w:t>
      </w:r>
      <w:r w:rsidRPr="002C4C09">
        <w:rPr>
          <w:rFonts w:cs="Arial"/>
          <w:bCs/>
        </w:rPr>
        <w:t xml:space="preserve"> </w:t>
      </w:r>
    </w:p>
    <w:p w:rsidR="002C4C09" w:rsidRPr="002C4C09" w:rsidRDefault="002C4C09" w:rsidP="002C4C09">
      <w:pPr>
        <w:ind w:firstLine="709"/>
        <w:rPr>
          <w:rFonts w:cs="Arial"/>
        </w:rPr>
      </w:pPr>
      <w:r w:rsidRPr="002C4C09">
        <w:rPr>
          <w:rFonts w:cs="Arial"/>
        </w:rPr>
        <w:t xml:space="preserve">3.  </w:t>
      </w:r>
      <w:r w:rsidRPr="002C4C09">
        <w:rPr>
          <w:rFonts w:eastAsia="Calibri" w:cs="Arial"/>
          <w:lang w:eastAsia="en-US"/>
        </w:rPr>
        <w:t>Контроль за исполнением настоящего постановления возложить</w:t>
      </w:r>
      <w:r w:rsidR="00116719">
        <w:rPr>
          <w:rFonts w:eastAsia="Calibri" w:cs="Arial"/>
          <w:lang w:eastAsia="en-US"/>
        </w:rPr>
        <w:t xml:space="preserve"> </w:t>
      </w:r>
      <w:r w:rsidRPr="002C4C09">
        <w:rPr>
          <w:rFonts w:eastAsia="Calibri" w:cs="Arial"/>
          <w:lang w:eastAsia="en-US"/>
        </w:rPr>
        <w:t>на заместителя главы администрации района А.А. Барвенко</w:t>
      </w:r>
      <w:r w:rsidRPr="002C4C09">
        <w:rPr>
          <w:rFonts w:cs="Arial"/>
        </w:rPr>
        <w:t>.</w:t>
      </w:r>
    </w:p>
    <w:p w:rsidR="002C4C09" w:rsidRPr="002C4C09" w:rsidRDefault="002C4C09" w:rsidP="002C4C09">
      <w:pPr>
        <w:tabs>
          <w:tab w:val="right" w:pos="9900"/>
        </w:tabs>
        <w:ind w:firstLine="709"/>
        <w:rPr>
          <w:rFonts w:cs="Arial"/>
        </w:rPr>
      </w:pPr>
    </w:p>
    <w:p w:rsidR="002C4C09" w:rsidRDefault="002C4C09" w:rsidP="002C4C09">
      <w:pPr>
        <w:ind w:firstLine="709"/>
        <w:rPr>
          <w:rFonts w:cs="Arial"/>
        </w:rPr>
      </w:pPr>
    </w:p>
    <w:p w:rsidR="00116719" w:rsidRDefault="00116719" w:rsidP="002C4C09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16719" w:rsidRPr="004418A8" w:rsidTr="004418A8">
        <w:tc>
          <w:tcPr>
            <w:tcW w:w="4927" w:type="dxa"/>
            <w:shd w:val="clear" w:color="auto" w:fill="auto"/>
          </w:tcPr>
          <w:p w:rsidR="00116719" w:rsidRPr="004418A8" w:rsidRDefault="00116719" w:rsidP="004418A8">
            <w:pPr>
              <w:ind w:firstLine="0"/>
              <w:rPr>
                <w:rFonts w:cs="Arial"/>
              </w:rPr>
            </w:pPr>
            <w:r w:rsidRPr="004418A8">
              <w:rPr>
                <w:rFonts w:cs="Arial"/>
              </w:rPr>
              <w:t xml:space="preserve">Глава Подгоренского </w:t>
            </w:r>
          </w:p>
          <w:p w:rsidR="00116719" w:rsidRPr="004418A8" w:rsidRDefault="00116719" w:rsidP="004418A8">
            <w:pPr>
              <w:ind w:firstLine="0"/>
              <w:rPr>
                <w:rFonts w:cs="Arial"/>
              </w:rPr>
            </w:pPr>
            <w:r w:rsidRPr="004418A8">
              <w:rPr>
                <w:rFonts w:cs="Arial"/>
              </w:rPr>
              <w:t>муниципального района</w:t>
            </w:r>
          </w:p>
        </w:tc>
        <w:tc>
          <w:tcPr>
            <w:tcW w:w="4928" w:type="dxa"/>
            <w:shd w:val="clear" w:color="auto" w:fill="auto"/>
          </w:tcPr>
          <w:p w:rsidR="00116719" w:rsidRPr="004418A8" w:rsidRDefault="00116719" w:rsidP="004418A8">
            <w:pPr>
              <w:ind w:firstLine="0"/>
              <w:rPr>
                <w:rFonts w:cs="Arial"/>
              </w:rPr>
            </w:pPr>
          </w:p>
          <w:p w:rsidR="00116719" w:rsidRPr="004418A8" w:rsidRDefault="00116719" w:rsidP="004418A8">
            <w:pPr>
              <w:ind w:firstLine="0"/>
              <w:jc w:val="right"/>
              <w:rPr>
                <w:rFonts w:cs="Arial"/>
              </w:rPr>
            </w:pPr>
            <w:r w:rsidRPr="004418A8">
              <w:rPr>
                <w:rFonts w:cs="Arial"/>
              </w:rPr>
              <w:t>М.Ю. Данилов</w:t>
            </w:r>
          </w:p>
        </w:tc>
      </w:tr>
    </w:tbl>
    <w:p w:rsidR="00116719" w:rsidRPr="002C4C09" w:rsidRDefault="00116719" w:rsidP="002C4C09">
      <w:pPr>
        <w:ind w:firstLine="709"/>
        <w:rPr>
          <w:rFonts w:cs="Arial"/>
        </w:rPr>
      </w:pPr>
    </w:p>
    <w:p w:rsidR="002C4C09" w:rsidRPr="002C4C09" w:rsidRDefault="002C4C09" w:rsidP="002C4C09">
      <w:pPr>
        <w:tabs>
          <w:tab w:val="left" w:pos="900"/>
        </w:tabs>
        <w:ind w:firstLine="709"/>
        <w:contextualSpacing/>
        <w:rPr>
          <w:rFonts w:eastAsia="Calibri" w:cs="Arial"/>
          <w:lang w:eastAsia="en-US"/>
        </w:rPr>
      </w:pPr>
    </w:p>
    <w:p w:rsidR="002C4C09" w:rsidRPr="002C4C09" w:rsidRDefault="002C4C09" w:rsidP="002C4C09">
      <w:pPr>
        <w:tabs>
          <w:tab w:val="right" w:pos="9900"/>
        </w:tabs>
        <w:ind w:firstLine="709"/>
        <w:rPr>
          <w:rFonts w:cs="Arial"/>
        </w:rPr>
      </w:pPr>
    </w:p>
    <w:p w:rsidR="002C4C09" w:rsidRPr="002C4C09" w:rsidRDefault="002C4C09" w:rsidP="002C4C09">
      <w:pPr>
        <w:ind w:firstLine="709"/>
        <w:rPr>
          <w:rFonts w:cs="Arial"/>
        </w:rPr>
      </w:pPr>
    </w:p>
    <w:sectPr w:rsidR="002C4C09" w:rsidRPr="002C4C09" w:rsidSect="002C4C09">
      <w:pgSz w:w="11907" w:h="16839" w:code="9"/>
      <w:pgMar w:top="2268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grammar="clean"/>
  <w:attachedTemplate r:id="rId1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66"/>
    <w:rsid w:val="000021A8"/>
    <w:rsid w:val="00005DE1"/>
    <w:rsid w:val="00005E98"/>
    <w:rsid w:val="00037869"/>
    <w:rsid w:val="00041AFA"/>
    <w:rsid w:val="00064DC9"/>
    <w:rsid w:val="00065C7D"/>
    <w:rsid w:val="000731DE"/>
    <w:rsid w:val="00085530"/>
    <w:rsid w:val="0009702E"/>
    <w:rsid w:val="000B61C5"/>
    <w:rsid w:val="000C60AC"/>
    <w:rsid w:val="000E03BC"/>
    <w:rsid w:val="000F10B0"/>
    <w:rsid w:val="00101E67"/>
    <w:rsid w:val="00101E72"/>
    <w:rsid w:val="00102593"/>
    <w:rsid w:val="00104333"/>
    <w:rsid w:val="00113724"/>
    <w:rsid w:val="00116719"/>
    <w:rsid w:val="00123787"/>
    <w:rsid w:val="001458AF"/>
    <w:rsid w:val="001540D8"/>
    <w:rsid w:val="00154A9F"/>
    <w:rsid w:val="00155620"/>
    <w:rsid w:val="0015649A"/>
    <w:rsid w:val="001616BA"/>
    <w:rsid w:val="00164600"/>
    <w:rsid w:val="0019041F"/>
    <w:rsid w:val="00197D70"/>
    <w:rsid w:val="001A32E2"/>
    <w:rsid w:val="001B0361"/>
    <w:rsid w:val="001B464F"/>
    <w:rsid w:val="001B540A"/>
    <w:rsid w:val="001B77EA"/>
    <w:rsid w:val="001F6B73"/>
    <w:rsid w:val="00202B05"/>
    <w:rsid w:val="00205AF2"/>
    <w:rsid w:val="002244C3"/>
    <w:rsid w:val="002401E4"/>
    <w:rsid w:val="00243F4B"/>
    <w:rsid w:val="00276ECB"/>
    <w:rsid w:val="00284371"/>
    <w:rsid w:val="00286707"/>
    <w:rsid w:val="002A1A0D"/>
    <w:rsid w:val="002A2B3F"/>
    <w:rsid w:val="002B2323"/>
    <w:rsid w:val="002B658B"/>
    <w:rsid w:val="002C4C09"/>
    <w:rsid w:val="002C5F86"/>
    <w:rsid w:val="002E0601"/>
    <w:rsid w:val="00306BB1"/>
    <w:rsid w:val="003218F9"/>
    <w:rsid w:val="00326C9B"/>
    <w:rsid w:val="00332082"/>
    <w:rsid w:val="00350880"/>
    <w:rsid w:val="00352233"/>
    <w:rsid w:val="00365B76"/>
    <w:rsid w:val="003927FF"/>
    <w:rsid w:val="003962D8"/>
    <w:rsid w:val="003A09E9"/>
    <w:rsid w:val="003B3408"/>
    <w:rsid w:val="003B5547"/>
    <w:rsid w:val="003E71B5"/>
    <w:rsid w:val="004023C2"/>
    <w:rsid w:val="004074B4"/>
    <w:rsid w:val="004104C7"/>
    <w:rsid w:val="004174DE"/>
    <w:rsid w:val="00426DE8"/>
    <w:rsid w:val="004418A8"/>
    <w:rsid w:val="00474B4A"/>
    <w:rsid w:val="004763A9"/>
    <w:rsid w:val="004905CF"/>
    <w:rsid w:val="0049246D"/>
    <w:rsid w:val="004A57BD"/>
    <w:rsid w:val="004C16DF"/>
    <w:rsid w:val="004D15DB"/>
    <w:rsid w:val="004E0CAA"/>
    <w:rsid w:val="004F5761"/>
    <w:rsid w:val="004F5CA1"/>
    <w:rsid w:val="004F63D1"/>
    <w:rsid w:val="005044A2"/>
    <w:rsid w:val="0051334A"/>
    <w:rsid w:val="00543C96"/>
    <w:rsid w:val="005449BC"/>
    <w:rsid w:val="00567DF3"/>
    <w:rsid w:val="005E34D0"/>
    <w:rsid w:val="005F268E"/>
    <w:rsid w:val="006330D6"/>
    <w:rsid w:val="00650503"/>
    <w:rsid w:val="006637AB"/>
    <w:rsid w:val="00663FCB"/>
    <w:rsid w:val="006848E6"/>
    <w:rsid w:val="006849FC"/>
    <w:rsid w:val="006943E6"/>
    <w:rsid w:val="00694FA1"/>
    <w:rsid w:val="006A00CB"/>
    <w:rsid w:val="006B21E7"/>
    <w:rsid w:val="006C0E2A"/>
    <w:rsid w:val="006D4E14"/>
    <w:rsid w:val="006E588A"/>
    <w:rsid w:val="006E6912"/>
    <w:rsid w:val="00706F9F"/>
    <w:rsid w:val="007112F5"/>
    <w:rsid w:val="00712976"/>
    <w:rsid w:val="00716BA8"/>
    <w:rsid w:val="007178CD"/>
    <w:rsid w:val="00720DDF"/>
    <w:rsid w:val="007251E2"/>
    <w:rsid w:val="0074178B"/>
    <w:rsid w:val="00752675"/>
    <w:rsid w:val="00755BEF"/>
    <w:rsid w:val="00791A8F"/>
    <w:rsid w:val="007B29DD"/>
    <w:rsid w:val="007B3E7F"/>
    <w:rsid w:val="007B4DD4"/>
    <w:rsid w:val="007C1424"/>
    <w:rsid w:val="007D1B25"/>
    <w:rsid w:val="007D2E03"/>
    <w:rsid w:val="007D63F8"/>
    <w:rsid w:val="00807E15"/>
    <w:rsid w:val="008252BE"/>
    <w:rsid w:val="00837AE1"/>
    <w:rsid w:val="00842EED"/>
    <w:rsid w:val="00857FB1"/>
    <w:rsid w:val="00864EAA"/>
    <w:rsid w:val="008653E0"/>
    <w:rsid w:val="00872789"/>
    <w:rsid w:val="00873202"/>
    <w:rsid w:val="00882220"/>
    <w:rsid w:val="00895233"/>
    <w:rsid w:val="008B4480"/>
    <w:rsid w:val="008C501F"/>
    <w:rsid w:val="008C739B"/>
    <w:rsid w:val="008E3BB5"/>
    <w:rsid w:val="0090739C"/>
    <w:rsid w:val="009157DD"/>
    <w:rsid w:val="00917CB6"/>
    <w:rsid w:val="0093026E"/>
    <w:rsid w:val="00932015"/>
    <w:rsid w:val="009529E3"/>
    <w:rsid w:val="00957213"/>
    <w:rsid w:val="00957BDB"/>
    <w:rsid w:val="00966913"/>
    <w:rsid w:val="009F78C1"/>
    <w:rsid w:val="00A1043F"/>
    <w:rsid w:val="00A271BC"/>
    <w:rsid w:val="00A3329D"/>
    <w:rsid w:val="00A44685"/>
    <w:rsid w:val="00A52093"/>
    <w:rsid w:val="00A6144C"/>
    <w:rsid w:val="00A8589F"/>
    <w:rsid w:val="00AC323D"/>
    <w:rsid w:val="00AD7E6D"/>
    <w:rsid w:val="00AE1C01"/>
    <w:rsid w:val="00AE444E"/>
    <w:rsid w:val="00B00FFC"/>
    <w:rsid w:val="00B0213A"/>
    <w:rsid w:val="00B079F9"/>
    <w:rsid w:val="00B109AB"/>
    <w:rsid w:val="00B14EB3"/>
    <w:rsid w:val="00B20D46"/>
    <w:rsid w:val="00B2126F"/>
    <w:rsid w:val="00B30833"/>
    <w:rsid w:val="00B35220"/>
    <w:rsid w:val="00B42AAD"/>
    <w:rsid w:val="00B47358"/>
    <w:rsid w:val="00B47AEA"/>
    <w:rsid w:val="00B578A7"/>
    <w:rsid w:val="00B64FEB"/>
    <w:rsid w:val="00B8294A"/>
    <w:rsid w:val="00B917F6"/>
    <w:rsid w:val="00B9267C"/>
    <w:rsid w:val="00B95659"/>
    <w:rsid w:val="00B96504"/>
    <w:rsid w:val="00BD6415"/>
    <w:rsid w:val="00BF3020"/>
    <w:rsid w:val="00BF59C5"/>
    <w:rsid w:val="00C100DF"/>
    <w:rsid w:val="00C3293F"/>
    <w:rsid w:val="00C41059"/>
    <w:rsid w:val="00C469FC"/>
    <w:rsid w:val="00C47E04"/>
    <w:rsid w:val="00C507C9"/>
    <w:rsid w:val="00C63EE9"/>
    <w:rsid w:val="00C667D6"/>
    <w:rsid w:val="00C8239A"/>
    <w:rsid w:val="00CA06B9"/>
    <w:rsid w:val="00CA3750"/>
    <w:rsid w:val="00CA4768"/>
    <w:rsid w:val="00CA7DE4"/>
    <w:rsid w:val="00CC4195"/>
    <w:rsid w:val="00CC58AB"/>
    <w:rsid w:val="00CE049D"/>
    <w:rsid w:val="00CF77A4"/>
    <w:rsid w:val="00D051B5"/>
    <w:rsid w:val="00D43217"/>
    <w:rsid w:val="00D52606"/>
    <w:rsid w:val="00D55754"/>
    <w:rsid w:val="00D62BA4"/>
    <w:rsid w:val="00D705D5"/>
    <w:rsid w:val="00D8001E"/>
    <w:rsid w:val="00D814AC"/>
    <w:rsid w:val="00D94219"/>
    <w:rsid w:val="00DA5613"/>
    <w:rsid w:val="00DA5F9F"/>
    <w:rsid w:val="00DB3C13"/>
    <w:rsid w:val="00DC5B66"/>
    <w:rsid w:val="00DD3364"/>
    <w:rsid w:val="00DD590D"/>
    <w:rsid w:val="00DE5A70"/>
    <w:rsid w:val="00DE7C30"/>
    <w:rsid w:val="00E20181"/>
    <w:rsid w:val="00E3025B"/>
    <w:rsid w:val="00E403C6"/>
    <w:rsid w:val="00E536FE"/>
    <w:rsid w:val="00E740BC"/>
    <w:rsid w:val="00E85DED"/>
    <w:rsid w:val="00EB2978"/>
    <w:rsid w:val="00EB7A5B"/>
    <w:rsid w:val="00EC28FB"/>
    <w:rsid w:val="00EC7FDA"/>
    <w:rsid w:val="00ED5095"/>
    <w:rsid w:val="00ED7CD5"/>
    <w:rsid w:val="00EE1524"/>
    <w:rsid w:val="00EE221E"/>
    <w:rsid w:val="00EE705B"/>
    <w:rsid w:val="00F006AA"/>
    <w:rsid w:val="00F10087"/>
    <w:rsid w:val="00F107B3"/>
    <w:rsid w:val="00F118A4"/>
    <w:rsid w:val="00F16DF3"/>
    <w:rsid w:val="00F21FC0"/>
    <w:rsid w:val="00F27297"/>
    <w:rsid w:val="00F33463"/>
    <w:rsid w:val="00F51F9D"/>
    <w:rsid w:val="00F56EAB"/>
    <w:rsid w:val="00F66D71"/>
    <w:rsid w:val="00F72819"/>
    <w:rsid w:val="00F81B6F"/>
    <w:rsid w:val="00FB32CA"/>
    <w:rsid w:val="00FC1BFE"/>
    <w:rsid w:val="00F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218F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218F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218F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218F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218F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218F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218F9"/>
  </w:style>
  <w:style w:type="character" w:customStyle="1" w:styleId="10">
    <w:name w:val="Заголовок 1 Знак"/>
    <w:link w:val="1"/>
    <w:rsid w:val="002C4C0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2C4C0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2C4C0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2C4C0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218F9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3218F9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link w:val="a3"/>
    <w:semiHidden/>
    <w:rsid w:val="002C4C0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3218F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3218F9"/>
    <w:rPr>
      <w:color w:val="0000FF"/>
      <w:u w:val="none"/>
    </w:rPr>
  </w:style>
  <w:style w:type="paragraph" w:customStyle="1" w:styleId="Application">
    <w:name w:val="Application!Приложение"/>
    <w:rsid w:val="003218F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218F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218F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table" w:styleId="a6">
    <w:name w:val="Table Grid"/>
    <w:basedOn w:val="a1"/>
    <w:uiPriority w:val="59"/>
    <w:rsid w:val="001167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218F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218F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218F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218F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218F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218F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218F9"/>
  </w:style>
  <w:style w:type="character" w:customStyle="1" w:styleId="10">
    <w:name w:val="Заголовок 1 Знак"/>
    <w:link w:val="1"/>
    <w:rsid w:val="002C4C0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2C4C0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2C4C0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2C4C0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218F9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3218F9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link w:val="a3"/>
    <w:semiHidden/>
    <w:rsid w:val="002C4C0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3218F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3218F9"/>
    <w:rPr>
      <w:color w:val="0000FF"/>
      <w:u w:val="none"/>
    </w:rPr>
  </w:style>
  <w:style w:type="paragraph" w:customStyle="1" w:styleId="Application">
    <w:name w:val="Application!Приложение"/>
    <w:rsid w:val="003218F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218F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218F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table" w:styleId="a6">
    <w:name w:val="Table Grid"/>
    <w:basedOn w:val="a1"/>
    <w:uiPriority w:val="59"/>
    <w:rsid w:val="001167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8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Цховребова</dc:creator>
  <cp:lastModifiedBy>Татьяна Цховребова</cp:lastModifiedBy>
  <cp:revision>1</cp:revision>
  <dcterms:created xsi:type="dcterms:W3CDTF">2025-05-26T08:34:00Z</dcterms:created>
  <dcterms:modified xsi:type="dcterms:W3CDTF">2025-05-26T08:34:00Z</dcterms:modified>
</cp:coreProperties>
</file>